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3F941AB1" w:rsidR="00CF0EF4" w:rsidRDefault="00DF3EE3" w:rsidP="00CF0EF4">
          <w:pPr>
            <w:pStyle w:val="Tituldatum"/>
          </w:pPr>
          <w:r w:rsidRPr="00DF3EE3">
            <w:rPr>
              <w:rStyle w:val="Nzevakce"/>
            </w:rPr>
            <w:t>„Revitalizace trati Chlumec nad Cidlinou – Trutnov“</w:t>
          </w:r>
          <w:r w:rsidR="00C82B4A">
            <w:rPr>
              <w:rStyle w:val="Nzevakce"/>
            </w:rPr>
            <w:t>, 0.etapa</w:t>
          </w:r>
          <w:r w:rsidRPr="00DF3EE3">
            <w:rPr>
              <w:rStyle w:val="Nzevakce"/>
            </w:rPr>
            <w:tab/>
          </w:r>
        </w:p>
      </w:sdtContent>
    </w:sdt>
    <w:p w14:paraId="526268EE" w14:textId="77777777" w:rsidR="00E423FE" w:rsidRDefault="00E423FE" w:rsidP="006C2343">
      <w:pPr>
        <w:pStyle w:val="Titul2"/>
        <w:rPr>
          <w:highlight w:val="green"/>
        </w:rPr>
      </w:pPr>
    </w:p>
    <w:p w14:paraId="4EEBD50E" w14:textId="77777777" w:rsidR="00DF3EE3" w:rsidRDefault="00DF3EE3" w:rsidP="006C2343">
      <w:pPr>
        <w:pStyle w:val="Titul2"/>
        <w:rPr>
          <w:highlight w:val="green"/>
        </w:rPr>
      </w:pPr>
    </w:p>
    <w:p w14:paraId="597BCE1A" w14:textId="77777777" w:rsidR="00DF3EE3" w:rsidRDefault="00DF3EE3" w:rsidP="006C2343">
      <w:pPr>
        <w:pStyle w:val="Titul2"/>
        <w:rPr>
          <w:highlight w:val="green"/>
        </w:rPr>
      </w:pPr>
    </w:p>
    <w:p w14:paraId="4C2A5124" w14:textId="77777777" w:rsidR="00DF3EE3" w:rsidRDefault="00DF3EE3" w:rsidP="006C2343">
      <w:pPr>
        <w:pStyle w:val="Titul2"/>
        <w:rPr>
          <w:highlight w:val="green"/>
        </w:rPr>
      </w:pPr>
    </w:p>
    <w:p w14:paraId="320F3FCD" w14:textId="77777777" w:rsidR="00DF3EE3" w:rsidRDefault="00DF3EE3" w:rsidP="006C2343">
      <w:pPr>
        <w:pStyle w:val="Titul2"/>
        <w:rPr>
          <w:highlight w:val="green"/>
        </w:rPr>
      </w:pPr>
    </w:p>
    <w:p w14:paraId="002BA5B9" w14:textId="77777777" w:rsidR="00DF3EE3" w:rsidRDefault="00DF3EE3" w:rsidP="006C2343">
      <w:pPr>
        <w:pStyle w:val="Titul2"/>
        <w:rPr>
          <w:highlight w:val="green"/>
        </w:rPr>
      </w:pPr>
    </w:p>
    <w:p w14:paraId="263FEE39" w14:textId="3562B31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F3EE3">
        <w:t>20</w:t>
      </w:r>
      <w:r w:rsidR="00E423FE">
        <w:t xml:space="preserve">. </w:t>
      </w:r>
      <w:r w:rsidR="00DF3EE3">
        <w:t>12</w:t>
      </w:r>
      <w:r w:rsidR="00E423FE">
        <w:t>. 2023</w:t>
      </w:r>
      <w:r w:rsidR="000008ED">
        <w:t xml:space="preserve"> </w:t>
      </w:r>
    </w:p>
    <w:p w14:paraId="79030DB8" w14:textId="1245F5C6" w:rsidR="00BD7E91" w:rsidRDefault="00826B7B" w:rsidP="00ED42BB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6D14B500" w14:textId="6984DF65" w:rsidR="00A3449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3955769" w:history="1">
        <w:r w:rsidR="00A3449F" w:rsidRPr="00512EF9">
          <w:rPr>
            <w:rStyle w:val="Hypertextovodkaz"/>
          </w:rPr>
          <w:t>SEZNAM ZKRATEK</w:t>
        </w:r>
        <w:r w:rsidR="00A3449F">
          <w:rPr>
            <w:noProof/>
            <w:webHidden/>
          </w:rPr>
          <w:tab/>
        </w:r>
        <w:r w:rsidR="00A3449F">
          <w:rPr>
            <w:noProof/>
            <w:webHidden/>
          </w:rPr>
          <w:fldChar w:fldCharType="begin"/>
        </w:r>
        <w:r w:rsidR="00A3449F">
          <w:rPr>
            <w:noProof/>
            <w:webHidden/>
          </w:rPr>
          <w:instrText xml:space="preserve"> PAGEREF _Toc153955769 \h </w:instrText>
        </w:r>
        <w:r w:rsidR="00A3449F">
          <w:rPr>
            <w:noProof/>
            <w:webHidden/>
          </w:rPr>
        </w:r>
        <w:r w:rsidR="00A3449F">
          <w:rPr>
            <w:noProof/>
            <w:webHidden/>
          </w:rPr>
          <w:fldChar w:fldCharType="separate"/>
        </w:r>
        <w:r w:rsidR="00A3449F">
          <w:rPr>
            <w:noProof/>
            <w:webHidden/>
          </w:rPr>
          <w:t>2</w:t>
        </w:r>
        <w:r w:rsidR="00A3449F">
          <w:rPr>
            <w:noProof/>
            <w:webHidden/>
          </w:rPr>
          <w:fldChar w:fldCharType="end"/>
        </w:r>
      </w:hyperlink>
    </w:p>
    <w:p w14:paraId="4E70A10F" w14:textId="17E8D69E" w:rsidR="00A3449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55770" w:history="1">
        <w:r w:rsidR="00A3449F" w:rsidRPr="00512EF9">
          <w:rPr>
            <w:rStyle w:val="Hypertextovodkaz"/>
          </w:rPr>
          <w:t>1.</w:t>
        </w:r>
        <w:r w:rsidR="00A344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3449F" w:rsidRPr="00512EF9">
          <w:rPr>
            <w:rStyle w:val="Hypertextovodkaz"/>
          </w:rPr>
          <w:t>POJMY A DEFINICE</w:t>
        </w:r>
        <w:r w:rsidR="00A3449F">
          <w:rPr>
            <w:noProof/>
            <w:webHidden/>
          </w:rPr>
          <w:tab/>
        </w:r>
        <w:r w:rsidR="00A3449F">
          <w:rPr>
            <w:noProof/>
            <w:webHidden/>
          </w:rPr>
          <w:fldChar w:fldCharType="begin"/>
        </w:r>
        <w:r w:rsidR="00A3449F">
          <w:rPr>
            <w:noProof/>
            <w:webHidden/>
          </w:rPr>
          <w:instrText xml:space="preserve"> PAGEREF _Toc153955770 \h </w:instrText>
        </w:r>
        <w:r w:rsidR="00A3449F">
          <w:rPr>
            <w:noProof/>
            <w:webHidden/>
          </w:rPr>
        </w:r>
        <w:r w:rsidR="00A3449F">
          <w:rPr>
            <w:noProof/>
            <w:webHidden/>
          </w:rPr>
          <w:fldChar w:fldCharType="separate"/>
        </w:r>
        <w:r w:rsidR="00A3449F">
          <w:rPr>
            <w:noProof/>
            <w:webHidden/>
          </w:rPr>
          <w:t>3</w:t>
        </w:r>
        <w:r w:rsidR="00A3449F">
          <w:rPr>
            <w:noProof/>
            <w:webHidden/>
          </w:rPr>
          <w:fldChar w:fldCharType="end"/>
        </w:r>
      </w:hyperlink>
    </w:p>
    <w:p w14:paraId="51DF9131" w14:textId="54C85941" w:rsidR="00A3449F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55771" w:history="1">
        <w:r w:rsidR="00A3449F" w:rsidRPr="00512EF9">
          <w:rPr>
            <w:rStyle w:val="Hypertextovodkaz"/>
            <w:rFonts w:asciiTheme="majorHAnsi" w:hAnsiTheme="majorHAnsi"/>
          </w:rPr>
          <w:t>1.2</w:t>
        </w:r>
        <w:r w:rsidR="00A344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3449F" w:rsidRPr="00512EF9">
          <w:rPr>
            <w:rStyle w:val="Hypertextovodkaz"/>
          </w:rPr>
          <w:t>Členění ceny Díla</w:t>
        </w:r>
        <w:r w:rsidR="00A3449F">
          <w:rPr>
            <w:noProof/>
            <w:webHidden/>
          </w:rPr>
          <w:tab/>
        </w:r>
        <w:r w:rsidR="00A3449F">
          <w:rPr>
            <w:noProof/>
            <w:webHidden/>
          </w:rPr>
          <w:fldChar w:fldCharType="begin"/>
        </w:r>
        <w:r w:rsidR="00A3449F">
          <w:rPr>
            <w:noProof/>
            <w:webHidden/>
          </w:rPr>
          <w:instrText xml:space="preserve"> PAGEREF _Toc153955771 \h </w:instrText>
        </w:r>
        <w:r w:rsidR="00A3449F">
          <w:rPr>
            <w:noProof/>
            <w:webHidden/>
          </w:rPr>
        </w:r>
        <w:r w:rsidR="00A3449F">
          <w:rPr>
            <w:noProof/>
            <w:webHidden/>
          </w:rPr>
          <w:fldChar w:fldCharType="separate"/>
        </w:r>
        <w:r w:rsidR="00A3449F">
          <w:rPr>
            <w:noProof/>
            <w:webHidden/>
          </w:rPr>
          <w:t>3</w:t>
        </w:r>
        <w:r w:rsidR="00A3449F">
          <w:rPr>
            <w:noProof/>
            <w:webHidden/>
          </w:rPr>
          <w:fldChar w:fldCharType="end"/>
        </w:r>
      </w:hyperlink>
    </w:p>
    <w:p w14:paraId="08D1EF5A" w14:textId="5EF4DB69" w:rsidR="00A3449F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55772" w:history="1">
        <w:r w:rsidR="00A3449F" w:rsidRPr="00512EF9">
          <w:rPr>
            <w:rStyle w:val="Hypertextovodkaz"/>
            <w:rFonts w:asciiTheme="majorHAnsi" w:hAnsiTheme="majorHAnsi"/>
          </w:rPr>
          <w:t>1.3</w:t>
        </w:r>
        <w:r w:rsidR="00A344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3449F" w:rsidRPr="00512EF9">
          <w:rPr>
            <w:rStyle w:val="Hypertextovodkaz"/>
          </w:rPr>
          <w:t>Členění ceny stavby</w:t>
        </w:r>
        <w:r w:rsidR="00A3449F">
          <w:rPr>
            <w:noProof/>
            <w:webHidden/>
          </w:rPr>
          <w:tab/>
        </w:r>
        <w:r w:rsidR="00A3449F">
          <w:rPr>
            <w:noProof/>
            <w:webHidden/>
          </w:rPr>
          <w:fldChar w:fldCharType="begin"/>
        </w:r>
        <w:r w:rsidR="00A3449F">
          <w:rPr>
            <w:noProof/>
            <w:webHidden/>
          </w:rPr>
          <w:instrText xml:space="preserve"> PAGEREF _Toc153955772 \h </w:instrText>
        </w:r>
        <w:r w:rsidR="00A3449F">
          <w:rPr>
            <w:noProof/>
            <w:webHidden/>
          </w:rPr>
        </w:r>
        <w:r w:rsidR="00A3449F">
          <w:rPr>
            <w:noProof/>
            <w:webHidden/>
          </w:rPr>
          <w:fldChar w:fldCharType="separate"/>
        </w:r>
        <w:r w:rsidR="00A3449F">
          <w:rPr>
            <w:noProof/>
            <w:webHidden/>
          </w:rPr>
          <w:t>3</w:t>
        </w:r>
        <w:r w:rsidR="00A3449F">
          <w:rPr>
            <w:noProof/>
            <w:webHidden/>
          </w:rPr>
          <w:fldChar w:fldCharType="end"/>
        </w:r>
      </w:hyperlink>
    </w:p>
    <w:p w14:paraId="78D80E68" w14:textId="5758CEF3" w:rsidR="00A3449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55773" w:history="1">
        <w:r w:rsidR="00A3449F" w:rsidRPr="00512EF9">
          <w:rPr>
            <w:rStyle w:val="Hypertextovodkaz"/>
          </w:rPr>
          <w:t>2.</w:t>
        </w:r>
        <w:r w:rsidR="00A344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3449F" w:rsidRPr="00512EF9">
          <w:rPr>
            <w:rStyle w:val="Hypertextovodkaz"/>
          </w:rPr>
          <w:t>ZÁKLADNÍ PRAVIDLA PRO stanovení ceny Díla</w:t>
        </w:r>
        <w:r w:rsidR="00A3449F">
          <w:rPr>
            <w:noProof/>
            <w:webHidden/>
          </w:rPr>
          <w:tab/>
        </w:r>
        <w:r w:rsidR="00A3449F">
          <w:rPr>
            <w:noProof/>
            <w:webHidden/>
          </w:rPr>
          <w:fldChar w:fldCharType="begin"/>
        </w:r>
        <w:r w:rsidR="00A3449F">
          <w:rPr>
            <w:noProof/>
            <w:webHidden/>
          </w:rPr>
          <w:instrText xml:space="preserve"> PAGEREF _Toc153955773 \h </w:instrText>
        </w:r>
        <w:r w:rsidR="00A3449F">
          <w:rPr>
            <w:noProof/>
            <w:webHidden/>
          </w:rPr>
        </w:r>
        <w:r w:rsidR="00A3449F">
          <w:rPr>
            <w:noProof/>
            <w:webHidden/>
          </w:rPr>
          <w:fldChar w:fldCharType="separate"/>
        </w:r>
        <w:r w:rsidR="00A3449F">
          <w:rPr>
            <w:noProof/>
            <w:webHidden/>
          </w:rPr>
          <w:t>3</w:t>
        </w:r>
        <w:r w:rsidR="00A3449F">
          <w:rPr>
            <w:noProof/>
            <w:webHidden/>
          </w:rPr>
          <w:fldChar w:fldCharType="end"/>
        </w:r>
      </w:hyperlink>
    </w:p>
    <w:p w14:paraId="13ADAD43" w14:textId="3E932661" w:rsidR="00A3449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955774" w:history="1">
        <w:r w:rsidR="00A3449F" w:rsidRPr="00512EF9">
          <w:rPr>
            <w:rStyle w:val="Hypertextovodkaz"/>
          </w:rPr>
          <w:t>3.</w:t>
        </w:r>
        <w:r w:rsidR="00A344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3449F" w:rsidRPr="00512EF9">
          <w:rPr>
            <w:rStyle w:val="Hypertextovodkaz"/>
          </w:rPr>
          <w:t>SROVNATELNÉ VÝROBKY, ALTERNATIVY MATERIÁLŮ A PROVEDENÍ</w:t>
        </w:r>
        <w:r w:rsidR="00A3449F">
          <w:rPr>
            <w:noProof/>
            <w:webHidden/>
          </w:rPr>
          <w:tab/>
        </w:r>
        <w:r w:rsidR="00A3449F">
          <w:rPr>
            <w:noProof/>
            <w:webHidden/>
          </w:rPr>
          <w:fldChar w:fldCharType="begin"/>
        </w:r>
        <w:r w:rsidR="00A3449F">
          <w:rPr>
            <w:noProof/>
            <w:webHidden/>
          </w:rPr>
          <w:instrText xml:space="preserve"> PAGEREF _Toc153955774 \h </w:instrText>
        </w:r>
        <w:r w:rsidR="00A3449F">
          <w:rPr>
            <w:noProof/>
            <w:webHidden/>
          </w:rPr>
        </w:r>
        <w:r w:rsidR="00A3449F">
          <w:rPr>
            <w:noProof/>
            <w:webHidden/>
          </w:rPr>
          <w:fldChar w:fldCharType="separate"/>
        </w:r>
        <w:r w:rsidR="00A3449F">
          <w:rPr>
            <w:noProof/>
            <w:webHidden/>
          </w:rPr>
          <w:t>6</w:t>
        </w:r>
        <w:r w:rsidR="00A3449F">
          <w:rPr>
            <w:noProof/>
            <w:webHidden/>
          </w:rPr>
          <w:fldChar w:fldCharType="end"/>
        </w:r>
      </w:hyperlink>
    </w:p>
    <w:p w14:paraId="3CA08901" w14:textId="08DC9206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153955769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153955770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153955771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7EDB304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</w:t>
      </w:r>
      <w:proofErr w:type="gramStart"/>
      <w:r w:rsidR="00A3449F">
        <w:t>3,4,…</w:t>
      </w:r>
      <w:proofErr w:type="gramEnd"/>
      <w:r w:rsidR="00F17F49">
        <w:t>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153955772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153955773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lastRenderedPageBreak/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A74AF73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A3449F" w:rsidRPr="005E07BA">
        <w:rPr>
          <w:rStyle w:val="Tun"/>
        </w:rPr>
        <w:t>položky</w:t>
      </w:r>
      <w:r w:rsidR="00A3449F">
        <w:t xml:space="preserve"> – třídící</w:t>
      </w:r>
      <w:r>
        <w:t xml:space="preserve"> kód položky dle použité cenové soustavy, pokud je použita,</w:t>
      </w:r>
    </w:p>
    <w:p w14:paraId="4DEC81D3" w14:textId="2770D772" w:rsidR="005E07BA" w:rsidRDefault="00A3449F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57F219EE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A3449F" w:rsidRPr="005E07BA">
        <w:rPr>
          <w:rStyle w:val="Tun"/>
        </w:rPr>
        <w:t>položky</w:t>
      </w:r>
      <w:r w:rsidR="00A3449F">
        <w:t xml:space="preserve"> – vlastní</w:t>
      </w:r>
      <w:r>
        <w:t xml:space="preserve"> název </w:t>
      </w:r>
      <w:r w:rsidR="00DE369C">
        <w:t>položky</w:t>
      </w:r>
    </w:p>
    <w:p w14:paraId="54654B33" w14:textId="15A5A4E3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A3449F" w:rsidRPr="005E07BA">
        <w:rPr>
          <w:rStyle w:val="Tun"/>
        </w:rPr>
        <w:t>položky</w:t>
      </w:r>
      <w:r w:rsidR="00A3449F">
        <w:t xml:space="preserve"> – doplňující</w:t>
      </w:r>
      <w:r>
        <w:t xml:space="preserve">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1E38D189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r w:rsidR="00A3449F" w:rsidRPr="005E07BA">
        <w:rPr>
          <w:rStyle w:val="Tun"/>
        </w:rPr>
        <w:t>výměr</w:t>
      </w:r>
      <w:r w:rsidR="00A3449F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7EB43EF8" w14:textId="2C2CF9E1" w:rsidR="005E07BA" w:rsidRDefault="005E07BA" w:rsidP="005E07BA">
      <w:pPr>
        <w:pStyle w:val="Odrka1-2-"/>
      </w:pPr>
      <w:r w:rsidRPr="005E07BA">
        <w:rPr>
          <w:rStyle w:val="Tun"/>
        </w:rPr>
        <w:t xml:space="preserve">Technická specifikace </w:t>
      </w:r>
      <w:r w:rsidR="00A3449F" w:rsidRPr="005E07BA">
        <w:rPr>
          <w:rStyle w:val="Tun"/>
        </w:rPr>
        <w:t>položky</w:t>
      </w:r>
      <w:r w:rsidR="00A3449F">
        <w:t xml:space="preserve"> – zahrnuje</w:t>
      </w:r>
      <w:r>
        <w:t xml:space="preserve">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3A122217" w:rsidR="005E07BA" w:rsidRDefault="00A3449F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33802494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dvě </w:t>
      </w:r>
      <w:r w:rsidR="00A3449F" w:rsidRPr="00DE369C">
        <w:rPr>
          <w:rStyle w:val="Tun"/>
          <w:b w:val="0"/>
        </w:rPr>
        <w:t>desetinná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4A665BA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A3449F">
        <w:t>trasy</w:t>
      </w:r>
      <w:r>
        <w:t xml:space="preserve">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lastRenderedPageBreak/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153955774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E76C6" w14:textId="77777777" w:rsidR="000B7138" w:rsidRDefault="000B7138" w:rsidP="00962258">
      <w:pPr>
        <w:spacing w:after="0" w:line="240" w:lineRule="auto"/>
      </w:pPr>
      <w:r>
        <w:separator/>
      </w:r>
    </w:p>
  </w:endnote>
  <w:endnote w:type="continuationSeparator" w:id="0">
    <w:p w14:paraId="4693C65E" w14:textId="77777777" w:rsidR="000B7138" w:rsidRDefault="000B71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FEF9AB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42CF3924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C82B4A" w:rsidRPr="00C82B4A">
            <w:rPr>
              <w:bCs/>
              <w:noProof/>
            </w:rPr>
            <w:t>„Revitalizace</w:t>
          </w:r>
          <w:r w:rsidR="00C82B4A">
            <w:rPr>
              <w:b/>
              <w:noProof/>
            </w:rPr>
            <w:t xml:space="preserve"> trati Chlumec nad Cidlinou – Trutnov“, 0.etapa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323FEB57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C82B4A" w:rsidRPr="00C82B4A">
            <w:rPr>
              <w:bCs/>
              <w:noProof/>
            </w:rPr>
            <w:t>„Revitalizace</w:t>
          </w:r>
          <w:r w:rsidR="00C82B4A">
            <w:rPr>
              <w:b/>
              <w:noProof/>
            </w:rPr>
            <w:t xml:space="preserve"> trati Chlumec nad Cidlinou – Trutnov“, 0.etapa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90D396B" w14:textId="20DDDEC3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376BA" w14:textId="77777777" w:rsidR="000B7138" w:rsidRDefault="000B7138" w:rsidP="00962258">
      <w:pPr>
        <w:spacing w:after="0" w:line="240" w:lineRule="auto"/>
      </w:pPr>
      <w:r>
        <w:separator/>
      </w:r>
    </w:p>
  </w:footnote>
  <w:footnote w:type="continuationSeparator" w:id="0">
    <w:p w14:paraId="1D7C69DA" w14:textId="77777777" w:rsidR="000B7138" w:rsidRDefault="000B71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922183">
    <w:abstractNumId w:val="4"/>
  </w:num>
  <w:num w:numId="2" w16cid:durableId="760221728">
    <w:abstractNumId w:val="2"/>
  </w:num>
  <w:num w:numId="3" w16cid:durableId="2087922616">
    <w:abstractNumId w:val="9"/>
  </w:num>
  <w:num w:numId="4" w16cid:durableId="1377200354">
    <w:abstractNumId w:val="5"/>
  </w:num>
  <w:num w:numId="5" w16cid:durableId="1527251446">
    <w:abstractNumId w:val="11"/>
  </w:num>
  <w:num w:numId="6" w16cid:durableId="434061770">
    <w:abstractNumId w:val="6"/>
  </w:num>
  <w:num w:numId="7" w16cid:durableId="265431146">
    <w:abstractNumId w:val="7"/>
  </w:num>
  <w:num w:numId="8" w16cid:durableId="1577713769">
    <w:abstractNumId w:val="8"/>
  </w:num>
  <w:num w:numId="9" w16cid:durableId="834801825">
    <w:abstractNumId w:val="1"/>
  </w:num>
  <w:num w:numId="10" w16cid:durableId="712653327">
    <w:abstractNumId w:val="3"/>
  </w:num>
  <w:num w:numId="11" w16cid:durableId="902376739">
    <w:abstractNumId w:val="10"/>
  </w:num>
  <w:num w:numId="12" w16cid:durableId="1311370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B713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330AE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755B2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1F59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3449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2B4A"/>
    <w:rsid w:val="00C86EDA"/>
    <w:rsid w:val="00C90F19"/>
    <w:rsid w:val="00C95162"/>
    <w:rsid w:val="00C971DF"/>
    <w:rsid w:val="00CB6A37"/>
    <w:rsid w:val="00CB7684"/>
    <w:rsid w:val="00CC6E29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3EE3"/>
    <w:rsid w:val="00DF4DDD"/>
    <w:rsid w:val="00E16FF7"/>
    <w:rsid w:val="00E1732F"/>
    <w:rsid w:val="00E26D68"/>
    <w:rsid w:val="00E423FE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D42BB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4F56F"/>
  <w14:defaultImageDpi w14:val="32767"/>
  <w15:docId w15:val="{E709CC4A-3697-4C29-AE49-C6C38361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2A1531"/>
    <w:rsid w:val="006A5E7B"/>
    <w:rsid w:val="00730B76"/>
    <w:rsid w:val="008B6702"/>
    <w:rsid w:val="008E26D9"/>
    <w:rsid w:val="009C5CCD"/>
    <w:rsid w:val="00C56E21"/>
    <w:rsid w:val="00E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72AE27-7984-4D08-B75C-66E873B51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5</TotalTime>
  <Pages>1</Pages>
  <Words>1567</Words>
  <Characters>9247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Vlk Bronislav, Ing.</cp:lastModifiedBy>
  <cp:revision>6</cp:revision>
  <cp:lastPrinted>2019-03-13T10:28:00Z</cp:lastPrinted>
  <dcterms:created xsi:type="dcterms:W3CDTF">2023-12-20T08:05:00Z</dcterms:created>
  <dcterms:modified xsi:type="dcterms:W3CDTF">2023-12-20T08:10:00Z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